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70F" w:rsidRPr="0016770F" w:rsidRDefault="0016770F">
      <w:pPr>
        <w:rPr>
          <w:rFonts w:ascii="Arial" w:hAnsi="Arial" w:cs="Arial"/>
          <w:b/>
          <w:sz w:val="28"/>
        </w:rPr>
      </w:pPr>
      <w:r w:rsidRPr="0016770F">
        <w:rPr>
          <w:rFonts w:ascii="Arial" w:hAnsi="Arial" w:cs="Arial"/>
          <w:b/>
          <w:sz w:val="28"/>
        </w:rPr>
        <w:t xml:space="preserve">Exercice </w:t>
      </w:r>
      <w:r w:rsidR="009B658B">
        <w:rPr>
          <w:rFonts w:ascii="Arial" w:hAnsi="Arial" w:cs="Arial"/>
          <w:b/>
          <w:sz w:val="28"/>
        </w:rPr>
        <w:t>1</w:t>
      </w:r>
      <w:r w:rsidRPr="0016770F">
        <w:rPr>
          <w:rFonts w:ascii="Arial" w:hAnsi="Arial" w:cs="Arial"/>
          <w:b/>
          <w:sz w:val="28"/>
        </w:rPr>
        <w:t> :</w:t>
      </w:r>
    </w:p>
    <w:p w:rsidR="0016770F" w:rsidRDefault="009B658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Entoure les figures qui sont des polygones : </w:t>
      </w:r>
    </w:p>
    <w:p w:rsidR="0016770F" w:rsidRDefault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73FFD1" wp14:editId="2F29EA6A">
                <wp:simplePos x="0" y="0"/>
                <wp:positionH relativeFrom="column">
                  <wp:posOffset>1200785</wp:posOffset>
                </wp:positionH>
                <wp:positionV relativeFrom="paragraph">
                  <wp:posOffset>115570</wp:posOffset>
                </wp:positionV>
                <wp:extent cx="981710" cy="428625"/>
                <wp:effectExtent l="0" t="0" r="85090" b="219075"/>
                <wp:wrapNone/>
                <wp:docPr id="61" name="Triangle isocè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61394">
                          <a:off x="0" y="0"/>
                          <a:ext cx="981710" cy="428625"/>
                        </a:xfrm>
                        <a:prstGeom prst="triangle">
                          <a:avLst>
                            <a:gd name="adj" fmla="val 18952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2933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61" o:spid="_x0000_s1026" type="#_x0000_t5" style="position:absolute;margin-left:94.55pt;margin-top:9.1pt;width:77.3pt;height:33.75pt;rotation:-1789795fd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" adj="4094" filled="f" strokecolor="#0d0d0d [3069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959D6E" wp14:editId="28C546AD">
                <wp:simplePos x="0" y="0"/>
                <wp:positionH relativeFrom="column">
                  <wp:posOffset>94615</wp:posOffset>
                </wp:positionH>
                <wp:positionV relativeFrom="paragraph">
                  <wp:posOffset>116205</wp:posOffset>
                </wp:positionV>
                <wp:extent cx="778510" cy="778510"/>
                <wp:effectExtent l="19050" t="0" r="40640" b="40640"/>
                <wp:wrapNone/>
                <wp:docPr id="60" name="Cœu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510" cy="778510"/>
                        </a:xfrm>
                        <a:prstGeom prst="hear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D5AE6" id="Cœur 60" o:spid="_x0000_s1026" style="position:absolute;margin-left:7.45pt;margin-top:9.15pt;width:61.3pt;height:61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8510,778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" path="m389255,194628v162190,-454131,794729,,,583882c-405474,194628,227065,-259503,389255,194628xe" filled="f" strokecolor="#0d0d0d [3069]" strokeweight="1pt">
                <v:stroke joinstyle="miter"/>
                <v:path arrowok="t" o:connecttype="custom" o:connectlocs="389255,194628;389255,778510;389255,194628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3519CA" wp14:editId="172B240A">
                <wp:simplePos x="0" y="0"/>
                <wp:positionH relativeFrom="column">
                  <wp:posOffset>2915004</wp:posOffset>
                </wp:positionH>
                <wp:positionV relativeFrom="paragraph">
                  <wp:posOffset>274179</wp:posOffset>
                </wp:positionV>
                <wp:extent cx="956333" cy="559265"/>
                <wp:effectExtent l="103505" t="67945" r="61595" b="61595"/>
                <wp:wrapNone/>
                <wp:docPr id="62" name="Rogner un rectangle à un seul coin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32675">
                          <a:off x="0" y="0"/>
                          <a:ext cx="956333" cy="559265"/>
                        </a:xfrm>
                        <a:prstGeom prst="snip1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B2DD1" id="Rogner un rectangle à un seul coin 62" o:spid="_x0000_s1026" style="position:absolute;margin-left:229.55pt;margin-top:21.6pt;width:75.3pt;height:44.05pt;rotation:5169343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6333,559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" path="m,l676701,,956333,279633r,279632l,559265,,xe" filled="f" strokecolor="#0d0d0d [3069]" strokeweight="1pt">
                <v:stroke joinstyle="miter"/>
                <v:path arrowok="t" o:connecttype="custom" o:connectlocs="0,0;676701,0;956333,279633;956333,559265;0,559265;0,0" o:connectangles="0,0,0,0,0,0"/>
              </v:shape>
            </w:pict>
          </mc:Fallback>
        </mc:AlternateContent>
      </w:r>
    </w:p>
    <w:p w:rsidR="009B658B" w:rsidRDefault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65A878" wp14:editId="3CFCBCC4">
                <wp:simplePos x="0" y="0"/>
                <wp:positionH relativeFrom="column">
                  <wp:posOffset>2003566</wp:posOffset>
                </wp:positionH>
                <wp:positionV relativeFrom="paragraph">
                  <wp:posOffset>269451</wp:posOffset>
                </wp:positionV>
                <wp:extent cx="666045" cy="462845"/>
                <wp:effectExtent l="19050" t="0" r="39370" b="33020"/>
                <wp:wrapNone/>
                <wp:docPr id="66" name="Nuag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45" cy="462845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3C08BD" id="Nuage 66" o:spid="_x0000_s1026" style="position:absolute;margin-left:157.75pt;margin-top:21.2pt;width:52.45pt;height:36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path arrowok="t" o:connecttype="custom" o:connectlocs="72355,280460;33302,271921;106814,373908;89731,377990;254053,418810;243754,400168;444446,372322;440330,392775;526191,245929;576314,322384;644429,164503;622105,193174;590868,58134;592040,71677;448316,42342;459756,25071;341363,50570;346898,35678;215848,55627;235891,70070;63629,169163;60129,153960" o:connectangles="0,0,0,0,0,0,0,0,0,0,0,0,0,0,0,0,0,0,0,0,0,0"/>
              </v:shape>
            </w:pict>
          </mc:Fallback>
        </mc:AlternateContent>
      </w:r>
    </w:p>
    <w:p w:rsidR="009B658B" w:rsidRDefault="009B658B">
      <w:pPr>
        <w:rPr>
          <w:rFonts w:ascii="Arial" w:hAnsi="Arial" w:cs="Arial"/>
          <w:sz w:val="28"/>
        </w:rPr>
      </w:pPr>
    </w:p>
    <w:p w:rsidR="009B658B" w:rsidRDefault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E97845" wp14:editId="76B7EE84">
                <wp:simplePos x="0" y="0"/>
                <wp:positionH relativeFrom="column">
                  <wp:posOffset>186267</wp:posOffset>
                </wp:positionH>
                <wp:positionV relativeFrom="paragraph">
                  <wp:posOffset>302119</wp:posOffset>
                </wp:positionV>
                <wp:extent cx="857956" cy="587022"/>
                <wp:effectExtent l="19050" t="0" r="37465" b="22860"/>
                <wp:wrapNone/>
                <wp:docPr id="63" name="Chevron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956" cy="587022"/>
                        </a:xfrm>
                        <a:prstGeom prst="chevron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727B70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Chevron 63" o:spid="_x0000_s1026" type="#_x0000_t55" style="position:absolute;margin-left:14.65pt;margin-top:23.8pt;width:67.55pt;height:46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" adj="14211" filled="f" strokecolor="#0d0d0d [3069]" strokeweight="1pt"/>
            </w:pict>
          </mc:Fallback>
        </mc:AlternateContent>
      </w:r>
    </w:p>
    <w:p w:rsidR="009B658B" w:rsidRDefault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DFF7AF" wp14:editId="402DB96F">
                <wp:simplePos x="0" y="0"/>
                <wp:positionH relativeFrom="column">
                  <wp:posOffset>1663489</wp:posOffset>
                </wp:positionH>
                <wp:positionV relativeFrom="paragraph">
                  <wp:posOffset>35136</wp:posOffset>
                </wp:positionV>
                <wp:extent cx="688623" cy="767645"/>
                <wp:effectExtent l="0" t="0" r="54610" b="13970"/>
                <wp:wrapNone/>
                <wp:docPr id="64" name="Lun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623" cy="767645"/>
                        </a:xfrm>
                        <a:prstGeom prst="moon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A7DEC9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Lune 64" o:spid="_x0000_s1026" type="#_x0000_t184" style="position:absolute;margin-left:131pt;margin-top:2.75pt;width:54.2pt;height:60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" filled="f" strokecolor="#0d0d0d [3069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E8FFF0" wp14:editId="58AF9DC3">
                <wp:simplePos x="0" y="0"/>
                <wp:positionH relativeFrom="column">
                  <wp:posOffset>2861028</wp:posOffset>
                </wp:positionH>
                <wp:positionV relativeFrom="paragraph">
                  <wp:posOffset>69427</wp:posOffset>
                </wp:positionV>
                <wp:extent cx="948055" cy="688340"/>
                <wp:effectExtent l="0" t="0" r="23495" b="16510"/>
                <wp:wrapNone/>
                <wp:docPr id="65" name="Croi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88340"/>
                        </a:xfrm>
                        <a:prstGeom prst="plus">
                          <a:avLst>
                            <a:gd name="adj" fmla="val 28280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CFEBB2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65" o:spid="_x0000_s1026" type="#_x0000_t11" style="position:absolute;margin-left:225.3pt;margin-top:5.45pt;width:74.65pt;height:54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" adj="6108" filled="f" strokecolor="#0d0d0d [3069]" strokeweight="1pt"/>
            </w:pict>
          </mc:Fallback>
        </mc:AlternateContent>
      </w:r>
    </w:p>
    <w:p w:rsidR="009B658B" w:rsidRDefault="009B658B">
      <w:pPr>
        <w:rPr>
          <w:rFonts w:ascii="Arial" w:hAnsi="Arial" w:cs="Arial"/>
          <w:sz w:val="28"/>
        </w:rPr>
      </w:pPr>
    </w:p>
    <w:p w:rsidR="009B658B" w:rsidRDefault="009B658B">
      <w:pPr>
        <w:rPr>
          <w:rFonts w:ascii="Arial" w:hAnsi="Arial" w:cs="Arial"/>
          <w:sz w:val="28"/>
        </w:rPr>
      </w:pPr>
    </w:p>
    <w:p w:rsidR="009B658B" w:rsidRPr="0016770F" w:rsidRDefault="009B658B" w:rsidP="009B658B">
      <w:pPr>
        <w:rPr>
          <w:rFonts w:ascii="Arial" w:hAnsi="Arial" w:cs="Arial"/>
          <w:b/>
          <w:sz w:val="28"/>
        </w:rPr>
      </w:pPr>
      <w:r w:rsidRPr="0016770F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2</w:t>
      </w:r>
      <w:r w:rsidRPr="0016770F">
        <w:rPr>
          <w:rFonts w:ascii="Arial" w:hAnsi="Arial" w:cs="Arial"/>
          <w:b/>
          <w:sz w:val="28"/>
        </w:rPr>
        <w:t> :</w: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Observe les polygones et complète le tableau :</w:t>
      </w:r>
    </w:p>
    <w:p w:rsidR="009B658B" w:rsidRDefault="00C060EA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3111500</wp:posOffset>
                </wp:positionH>
                <wp:positionV relativeFrom="paragraph">
                  <wp:posOffset>249555</wp:posOffset>
                </wp:positionV>
                <wp:extent cx="1238250" cy="882650"/>
                <wp:effectExtent l="19050" t="0" r="19050" b="12700"/>
                <wp:wrapNone/>
                <wp:docPr id="3" name="Hexago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88265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0C6C8E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e 3" o:spid="_x0000_s1026" type="#_x0000_t9" style="position:absolute;margin-left:245pt;margin-top:19.65pt;width:97.5pt;height:69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" adj="3849" filled="f" strokecolor="#1f4d78 [1604]" strokeweight="1pt"/>
            </w:pict>
          </mc:Fallback>
        </mc:AlternateContent>
      </w:r>
      <w:r w:rsidR="009B658B"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59CDE" wp14:editId="2E6FCBD6">
                <wp:simplePos x="0" y="0"/>
                <wp:positionH relativeFrom="column">
                  <wp:posOffset>218563</wp:posOffset>
                </wp:positionH>
                <wp:positionV relativeFrom="paragraph">
                  <wp:posOffset>192083</wp:posOffset>
                </wp:positionV>
                <wp:extent cx="1047403" cy="997527"/>
                <wp:effectExtent l="19050" t="19050" r="19685" b="12700"/>
                <wp:wrapNone/>
                <wp:docPr id="1" name="Pentagone réguli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403" cy="997527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12CEE6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entagone régulier 1" o:spid="_x0000_s1026" type="#_x0000_t56" style="position:absolute;margin-left:17.2pt;margin-top:15.1pt;width:82.45pt;height:78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" filled="f" strokecolor="#1f4d78 [1604]" strokeweight="1pt"/>
            </w:pict>
          </mc:Fallback>
        </mc:AlternateContent>
      </w:r>
      <w:r w:rsidR="009B658B"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EBACC2" wp14:editId="194F440E">
                <wp:simplePos x="0" y="0"/>
                <wp:positionH relativeFrom="column">
                  <wp:posOffset>1774441</wp:posOffset>
                </wp:positionH>
                <wp:positionV relativeFrom="paragraph">
                  <wp:posOffset>263514</wp:posOffset>
                </wp:positionV>
                <wp:extent cx="878774" cy="760021"/>
                <wp:effectExtent l="97473" t="169227" r="209867" b="171768"/>
                <wp:wrapNone/>
                <wp:docPr id="2" name="Organigramme : Entrée manuel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93306">
                          <a:off x="0" y="0"/>
                          <a:ext cx="878774" cy="760021"/>
                        </a:xfrm>
                        <a:prstGeom prst="flowChartManualInpu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44AF4E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Organigramme : Entrée manuelle 2" o:spid="_x0000_s1026" type="#_x0000_t118" style="position:absolute;margin-left:139.7pt;margin-top:20.75pt;width:69.2pt;height:59.85pt;rotation:-3065658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" filled="f" strokecolor="#1f4d78 [1604]" strokeweight="1pt"/>
            </w:pict>
          </mc:Fallback>
        </mc:AlternateConten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15DBFC" wp14:editId="2AA54005">
                <wp:simplePos x="0" y="0"/>
                <wp:positionH relativeFrom="column">
                  <wp:posOffset>3440923</wp:posOffset>
                </wp:positionH>
                <wp:positionV relativeFrom="paragraph">
                  <wp:posOffset>291465</wp:posOffset>
                </wp:positionV>
                <wp:extent cx="547352" cy="186744"/>
                <wp:effectExtent l="0" t="0" r="5715" b="381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58B" w:rsidRPr="0016770F" w:rsidRDefault="009B658B" w:rsidP="009B658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15DBFC" id="_x0000_t202" coordsize="21600,21600" o:spt="202" path="m,l,21600r21600,l21600,xe">
                <v:stroke joinstyle="miter"/>
                <v:path gradientshapeok="t" o:connecttype="rect"/>
              </v:shapetype>
              <v:shape id="Zone de texte 29" o:spid="_x0000_s1026" type="#_x0000_t202" style="position:absolute;margin-left:270.95pt;margin-top:22.95pt;width:43.1pt;height:14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" filled="f" stroked="f" strokeweight=".5pt">
                <v:textbox inset="0,0,0,0">
                  <w:txbxContent>
                    <w:p w:rsidR="009B658B" w:rsidRPr="0016770F" w:rsidRDefault="009B658B" w:rsidP="009B658B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878C03" wp14:editId="39131500">
                <wp:simplePos x="0" y="0"/>
                <wp:positionH relativeFrom="column">
                  <wp:posOffset>2005612</wp:posOffset>
                </wp:positionH>
                <wp:positionV relativeFrom="paragraph">
                  <wp:posOffset>247298</wp:posOffset>
                </wp:positionV>
                <wp:extent cx="547352" cy="186744"/>
                <wp:effectExtent l="0" t="0" r="5715" b="381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58B" w:rsidRPr="0016770F" w:rsidRDefault="009B658B" w:rsidP="009B658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78C03" id="Zone de texte 27" o:spid="_x0000_s1027" type="#_x0000_t202" style="position:absolute;margin-left:157.9pt;margin-top:19.45pt;width:43.1pt;height:1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" filled="f" stroked="f" strokeweight=".5pt">
                <v:textbox inset="0,0,0,0">
                  <w:txbxContent>
                    <w:p w:rsidR="009B658B" w:rsidRPr="0016770F" w:rsidRDefault="009B658B" w:rsidP="009B658B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725CDA" wp14:editId="7360DE26">
                <wp:simplePos x="0" y="0"/>
                <wp:positionH relativeFrom="column">
                  <wp:posOffset>457200</wp:posOffset>
                </wp:positionH>
                <wp:positionV relativeFrom="paragraph">
                  <wp:posOffset>273120</wp:posOffset>
                </wp:positionV>
                <wp:extent cx="547352" cy="186744"/>
                <wp:effectExtent l="0" t="0" r="5715" b="381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58B" w:rsidRPr="0016770F" w:rsidRDefault="009B658B" w:rsidP="009B658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25CDA" id="Zone de texte 28" o:spid="_x0000_s1028" type="#_x0000_t202" style="position:absolute;margin-left:36pt;margin-top:21.5pt;width:43.1pt;height:14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" filled="f" stroked="f" strokeweight=".5pt">
                <v:textbox inset="0,0,0,0">
                  <w:txbxContent>
                    <w:p w:rsidR="009B658B" w:rsidRPr="0016770F" w:rsidRDefault="009B658B" w:rsidP="009B658B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9B658B" w:rsidRDefault="009B658B" w:rsidP="009B658B">
      <w:pPr>
        <w:rPr>
          <w:rFonts w:ascii="Arial" w:hAnsi="Arial" w:cs="Arial"/>
          <w:sz w:val="28"/>
        </w:rPr>
      </w:pPr>
    </w:p>
    <w:p w:rsidR="009B658B" w:rsidRDefault="009B658B" w:rsidP="009B658B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34"/>
        <w:gridCol w:w="2431"/>
        <w:gridCol w:w="2432"/>
      </w:tblGrid>
      <w:tr w:rsidR="009B658B" w:rsidTr="009B658B">
        <w:trPr>
          <w:trHeight w:val="538"/>
        </w:trPr>
        <w:tc>
          <w:tcPr>
            <w:tcW w:w="2134" w:type="dxa"/>
            <w:shd w:val="clear" w:color="auto" w:fill="D9D9D9" w:themeFill="background1" w:themeFillShade="D9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31" w:type="dxa"/>
            <w:shd w:val="clear" w:color="auto" w:fill="D9D9D9" w:themeFill="background1" w:themeFillShade="D9"/>
          </w:tcPr>
          <w:p w:rsidR="009B658B" w:rsidRPr="009B658B" w:rsidRDefault="009B658B" w:rsidP="003C2AC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B658B">
              <w:rPr>
                <w:rFonts w:ascii="Arial" w:hAnsi="Arial" w:cs="Arial"/>
                <w:b/>
                <w:sz w:val="24"/>
              </w:rPr>
              <w:t>Nombre de côtés</w:t>
            </w:r>
          </w:p>
        </w:tc>
        <w:tc>
          <w:tcPr>
            <w:tcW w:w="2432" w:type="dxa"/>
            <w:shd w:val="clear" w:color="auto" w:fill="D9D9D9" w:themeFill="background1" w:themeFillShade="D9"/>
          </w:tcPr>
          <w:p w:rsidR="009B658B" w:rsidRPr="009B658B" w:rsidRDefault="009B658B" w:rsidP="003C2AC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B658B">
              <w:rPr>
                <w:rFonts w:ascii="Arial" w:hAnsi="Arial" w:cs="Arial"/>
                <w:b/>
                <w:sz w:val="24"/>
              </w:rPr>
              <w:t>Nombre de sommets</w:t>
            </w:r>
          </w:p>
        </w:tc>
      </w:tr>
      <w:tr w:rsidR="009B658B" w:rsidTr="003C2AC7">
        <w:trPr>
          <w:trHeight w:val="560"/>
        </w:trPr>
        <w:tc>
          <w:tcPr>
            <w:tcW w:w="2134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Figure 1</w:t>
            </w:r>
          </w:p>
        </w:tc>
        <w:tc>
          <w:tcPr>
            <w:tcW w:w="2431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32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</w:tr>
      <w:tr w:rsidR="009B658B" w:rsidTr="003C2AC7">
        <w:trPr>
          <w:trHeight w:val="560"/>
        </w:trPr>
        <w:tc>
          <w:tcPr>
            <w:tcW w:w="2134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Figure 2</w:t>
            </w:r>
          </w:p>
        </w:tc>
        <w:tc>
          <w:tcPr>
            <w:tcW w:w="2431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32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</w:tr>
      <w:tr w:rsidR="009B658B" w:rsidTr="003C2AC7">
        <w:trPr>
          <w:trHeight w:val="560"/>
        </w:trPr>
        <w:tc>
          <w:tcPr>
            <w:tcW w:w="2134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Figure 3</w:t>
            </w:r>
          </w:p>
        </w:tc>
        <w:tc>
          <w:tcPr>
            <w:tcW w:w="2431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32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</w:tr>
    </w:tbl>
    <w:p w:rsidR="009B658B" w:rsidRDefault="009B658B">
      <w:pPr>
        <w:rPr>
          <w:rFonts w:ascii="Arial" w:hAnsi="Arial" w:cs="Arial"/>
          <w:sz w:val="28"/>
        </w:rPr>
      </w:pPr>
    </w:p>
    <w:p w:rsidR="009B658B" w:rsidRPr="0016770F" w:rsidRDefault="009B658B" w:rsidP="009B658B">
      <w:pPr>
        <w:rPr>
          <w:rFonts w:ascii="Arial" w:hAnsi="Arial" w:cs="Arial"/>
          <w:b/>
          <w:sz w:val="28"/>
        </w:rPr>
      </w:pPr>
      <w:r w:rsidRPr="0016770F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1</w:t>
      </w:r>
      <w:r w:rsidRPr="0016770F">
        <w:rPr>
          <w:rFonts w:ascii="Arial" w:hAnsi="Arial" w:cs="Arial"/>
          <w:b/>
          <w:sz w:val="28"/>
        </w:rPr>
        <w:t> :</w: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Entoure les figures qui sont des polygones : </w: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0A23C6" wp14:editId="240B362D">
                <wp:simplePos x="0" y="0"/>
                <wp:positionH relativeFrom="column">
                  <wp:posOffset>1200785</wp:posOffset>
                </wp:positionH>
                <wp:positionV relativeFrom="paragraph">
                  <wp:posOffset>115570</wp:posOffset>
                </wp:positionV>
                <wp:extent cx="981710" cy="428625"/>
                <wp:effectExtent l="0" t="0" r="85090" b="219075"/>
                <wp:wrapNone/>
                <wp:docPr id="67" name="Triangle isocè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61394">
                          <a:off x="0" y="0"/>
                          <a:ext cx="981710" cy="428625"/>
                        </a:xfrm>
                        <a:prstGeom prst="triangle">
                          <a:avLst>
                            <a:gd name="adj" fmla="val 18952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12BB4" id="Triangle isocèle 67" o:spid="_x0000_s1026" type="#_x0000_t5" style="position:absolute;margin-left:94.55pt;margin-top:9.1pt;width:77.3pt;height:33.75pt;rotation:-1789795fd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" adj="4094" filled="f" strokecolor="#0d0d0d [3069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2A2E9E" wp14:editId="364B4E2C">
                <wp:simplePos x="0" y="0"/>
                <wp:positionH relativeFrom="column">
                  <wp:posOffset>94615</wp:posOffset>
                </wp:positionH>
                <wp:positionV relativeFrom="paragraph">
                  <wp:posOffset>116205</wp:posOffset>
                </wp:positionV>
                <wp:extent cx="778510" cy="778510"/>
                <wp:effectExtent l="19050" t="0" r="40640" b="40640"/>
                <wp:wrapNone/>
                <wp:docPr id="68" name="Cœu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510" cy="778510"/>
                        </a:xfrm>
                        <a:prstGeom prst="hear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73851C" id="Cœur 68" o:spid="_x0000_s1026" style="position:absolute;margin-left:7.45pt;margin-top:9.15pt;width:61.3pt;height:61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8510,778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" path="m389255,194628v162190,-454131,794729,,,583882c-405474,194628,227065,-259503,389255,194628xe" filled="f" strokecolor="#0d0d0d [3069]" strokeweight="1pt">
                <v:stroke joinstyle="miter"/>
                <v:path arrowok="t" o:connecttype="custom" o:connectlocs="389255,194628;389255,778510;389255,194628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02C19C" wp14:editId="3ECA260F">
                <wp:simplePos x="0" y="0"/>
                <wp:positionH relativeFrom="column">
                  <wp:posOffset>2915004</wp:posOffset>
                </wp:positionH>
                <wp:positionV relativeFrom="paragraph">
                  <wp:posOffset>274179</wp:posOffset>
                </wp:positionV>
                <wp:extent cx="956333" cy="559265"/>
                <wp:effectExtent l="103505" t="67945" r="61595" b="61595"/>
                <wp:wrapNone/>
                <wp:docPr id="69" name="Rogner un rectangle à un seul coi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32675">
                          <a:off x="0" y="0"/>
                          <a:ext cx="956333" cy="559265"/>
                        </a:xfrm>
                        <a:prstGeom prst="snip1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48A06" id="Rogner un rectangle à un seul coin 69" o:spid="_x0000_s1026" style="position:absolute;margin-left:229.55pt;margin-top:21.6pt;width:75.3pt;height:44.05pt;rotation:5169343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6333,559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" path="m,l676701,,956333,279633r,279632l,559265,,xe" filled="f" strokecolor="#0d0d0d [3069]" strokeweight="1pt">
                <v:stroke joinstyle="miter"/>
                <v:path arrowok="t" o:connecttype="custom" o:connectlocs="0,0;676701,0;956333,279633;956333,559265;0,559265;0,0" o:connectangles="0,0,0,0,0,0"/>
              </v:shape>
            </w:pict>
          </mc:Fallback>
        </mc:AlternateConten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22E39E" wp14:editId="118310E6">
                <wp:simplePos x="0" y="0"/>
                <wp:positionH relativeFrom="column">
                  <wp:posOffset>2003566</wp:posOffset>
                </wp:positionH>
                <wp:positionV relativeFrom="paragraph">
                  <wp:posOffset>269451</wp:posOffset>
                </wp:positionV>
                <wp:extent cx="666045" cy="462845"/>
                <wp:effectExtent l="19050" t="0" r="39370" b="33020"/>
                <wp:wrapNone/>
                <wp:docPr id="70" name="Nuag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45" cy="462845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A889DB" id="Nuage 70" o:spid="_x0000_s1026" style="position:absolute;margin-left:157.75pt;margin-top:21.2pt;width:52.45pt;height:36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path arrowok="t" o:connecttype="custom" o:connectlocs="72355,280460;33302,271921;106814,373908;89731,377990;254053,418810;243754,400168;444446,372322;440330,392775;526191,245929;576314,322384;644429,164503;622105,193174;590868,58134;592040,71677;448316,42342;459756,25071;341363,50570;346898,35678;215848,55627;235891,70070;63629,169163;60129,153960" o:connectangles="0,0,0,0,0,0,0,0,0,0,0,0,0,0,0,0,0,0,0,0,0,0"/>
              </v:shape>
            </w:pict>
          </mc:Fallback>
        </mc:AlternateContent>
      </w:r>
    </w:p>
    <w:p w:rsidR="009B658B" w:rsidRDefault="009B658B" w:rsidP="009B658B">
      <w:pPr>
        <w:rPr>
          <w:rFonts w:ascii="Arial" w:hAnsi="Arial" w:cs="Arial"/>
          <w:sz w:val="28"/>
        </w:rPr>
      </w:pP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2BFBA1" wp14:editId="6E61328A">
                <wp:simplePos x="0" y="0"/>
                <wp:positionH relativeFrom="column">
                  <wp:posOffset>186267</wp:posOffset>
                </wp:positionH>
                <wp:positionV relativeFrom="paragraph">
                  <wp:posOffset>302119</wp:posOffset>
                </wp:positionV>
                <wp:extent cx="857956" cy="587022"/>
                <wp:effectExtent l="19050" t="0" r="37465" b="22860"/>
                <wp:wrapNone/>
                <wp:docPr id="71" name="Chevro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956" cy="587022"/>
                        </a:xfrm>
                        <a:prstGeom prst="chevron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EA618E" id="Chevron 71" o:spid="_x0000_s1026" type="#_x0000_t55" style="position:absolute;margin-left:14.65pt;margin-top:23.8pt;width:67.55pt;height:46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" adj="14211" filled="f" strokecolor="#0d0d0d [3069]" strokeweight="1pt"/>
            </w:pict>
          </mc:Fallback>
        </mc:AlternateConten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DCDD6F" wp14:editId="3127A432">
                <wp:simplePos x="0" y="0"/>
                <wp:positionH relativeFrom="column">
                  <wp:posOffset>1663489</wp:posOffset>
                </wp:positionH>
                <wp:positionV relativeFrom="paragraph">
                  <wp:posOffset>35136</wp:posOffset>
                </wp:positionV>
                <wp:extent cx="688623" cy="767645"/>
                <wp:effectExtent l="0" t="0" r="54610" b="13970"/>
                <wp:wrapNone/>
                <wp:docPr id="72" name="Lun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623" cy="767645"/>
                        </a:xfrm>
                        <a:prstGeom prst="moon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4A5E5" id="Lune 72" o:spid="_x0000_s1026" type="#_x0000_t184" style="position:absolute;margin-left:131pt;margin-top:2.75pt;width:54.2pt;height:60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" filled="f" strokecolor="#0d0d0d [3069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D2E6D5" wp14:editId="2DEE5CF6">
                <wp:simplePos x="0" y="0"/>
                <wp:positionH relativeFrom="column">
                  <wp:posOffset>2861028</wp:posOffset>
                </wp:positionH>
                <wp:positionV relativeFrom="paragraph">
                  <wp:posOffset>69427</wp:posOffset>
                </wp:positionV>
                <wp:extent cx="948055" cy="688340"/>
                <wp:effectExtent l="0" t="0" r="23495" b="16510"/>
                <wp:wrapNone/>
                <wp:docPr id="73" name="Croi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88340"/>
                        </a:xfrm>
                        <a:prstGeom prst="plus">
                          <a:avLst>
                            <a:gd name="adj" fmla="val 28280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5B82C4" id="Croix 73" o:spid="_x0000_s1026" type="#_x0000_t11" style="position:absolute;margin-left:225.3pt;margin-top:5.45pt;width:74.65pt;height:54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" adj="6108" filled="f" strokecolor="#0d0d0d [3069]" strokeweight="1pt"/>
            </w:pict>
          </mc:Fallback>
        </mc:AlternateContent>
      </w:r>
    </w:p>
    <w:p w:rsidR="009B658B" w:rsidRDefault="009B658B" w:rsidP="009B658B">
      <w:pPr>
        <w:rPr>
          <w:rFonts w:ascii="Arial" w:hAnsi="Arial" w:cs="Arial"/>
          <w:sz w:val="28"/>
        </w:rPr>
      </w:pPr>
    </w:p>
    <w:p w:rsidR="009B658B" w:rsidRDefault="009B658B" w:rsidP="009B658B">
      <w:pPr>
        <w:rPr>
          <w:rFonts w:ascii="Arial" w:hAnsi="Arial" w:cs="Arial"/>
          <w:sz w:val="28"/>
        </w:rPr>
      </w:pPr>
    </w:p>
    <w:p w:rsidR="009B658B" w:rsidRPr="0016770F" w:rsidRDefault="009B658B" w:rsidP="009B658B">
      <w:pPr>
        <w:rPr>
          <w:rFonts w:ascii="Arial" w:hAnsi="Arial" w:cs="Arial"/>
          <w:b/>
          <w:sz w:val="28"/>
        </w:rPr>
      </w:pPr>
      <w:r w:rsidRPr="0016770F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2</w:t>
      </w:r>
      <w:r w:rsidRPr="0016770F">
        <w:rPr>
          <w:rFonts w:ascii="Arial" w:hAnsi="Arial" w:cs="Arial"/>
          <w:b/>
          <w:sz w:val="28"/>
        </w:rPr>
        <w:t> :</w:t>
      </w:r>
      <w:r w:rsidR="00C060EA" w:rsidRPr="00C060EA">
        <w:rPr>
          <w:rFonts w:ascii="Arial" w:hAnsi="Arial" w:cs="Arial"/>
          <w:noProof/>
          <w:sz w:val="28"/>
          <w:lang w:eastAsia="fr-FR"/>
        </w:rPr>
        <w:t xml:space="preserve"> </w: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Observe les polygones et complète le tableau :</w:t>
      </w:r>
    </w:p>
    <w:p w:rsidR="009B658B" w:rsidRDefault="00C060EA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AE3F66" wp14:editId="08C2E3F4">
                <wp:simplePos x="0" y="0"/>
                <wp:positionH relativeFrom="column">
                  <wp:posOffset>3076575</wp:posOffset>
                </wp:positionH>
                <wp:positionV relativeFrom="paragraph">
                  <wp:posOffset>250825</wp:posOffset>
                </wp:positionV>
                <wp:extent cx="1238250" cy="882650"/>
                <wp:effectExtent l="19050" t="0" r="19050" b="12700"/>
                <wp:wrapNone/>
                <wp:docPr id="4" name="Hexago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882650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9AEFF" id="Hexagone 4" o:spid="_x0000_s1026" type="#_x0000_t9" style="position:absolute;margin-left:242.25pt;margin-top:19.75pt;width:97.5pt;height:69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" adj="3849" filled="f" strokecolor="#1f4d78 [1604]" strokeweight="1pt"/>
            </w:pict>
          </mc:Fallback>
        </mc:AlternateContent>
      </w:r>
      <w:r w:rsidR="009B658B"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C1560E" wp14:editId="240F2563">
                <wp:simplePos x="0" y="0"/>
                <wp:positionH relativeFrom="column">
                  <wp:posOffset>218563</wp:posOffset>
                </wp:positionH>
                <wp:positionV relativeFrom="paragraph">
                  <wp:posOffset>192083</wp:posOffset>
                </wp:positionV>
                <wp:extent cx="1047403" cy="997527"/>
                <wp:effectExtent l="19050" t="19050" r="19685" b="12700"/>
                <wp:wrapNone/>
                <wp:docPr id="75" name="Pentagone régulie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403" cy="997527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04F9ED" id="Pentagone régulier 75" o:spid="_x0000_s1026" type="#_x0000_t56" style="position:absolute;margin-left:17.2pt;margin-top:15.1pt;width:82.45pt;height:78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" filled="f" strokecolor="#1f4d78 [1604]" strokeweight="1pt"/>
            </w:pict>
          </mc:Fallback>
        </mc:AlternateContent>
      </w:r>
      <w:r w:rsidR="009B658B"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1A19AF" wp14:editId="28583CCC">
                <wp:simplePos x="0" y="0"/>
                <wp:positionH relativeFrom="column">
                  <wp:posOffset>1774441</wp:posOffset>
                </wp:positionH>
                <wp:positionV relativeFrom="paragraph">
                  <wp:posOffset>263514</wp:posOffset>
                </wp:positionV>
                <wp:extent cx="878774" cy="760021"/>
                <wp:effectExtent l="97473" t="169227" r="209867" b="171768"/>
                <wp:wrapNone/>
                <wp:docPr id="76" name="Organigramme : Entrée manuel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93306">
                          <a:off x="0" y="0"/>
                          <a:ext cx="878774" cy="760021"/>
                        </a:xfrm>
                        <a:prstGeom prst="flowChartManualInpu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AF5F1B" id="Organigramme : Entrée manuelle 76" o:spid="_x0000_s1026" type="#_x0000_t118" style="position:absolute;margin-left:139.7pt;margin-top:20.75pt;width:69.2pt;height:59.85pt;rotation:-3065658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" filled="f" strokecolor="#1f4d78 [1604]" strokeweight="1pt"/>
            </w:pict>
          </mc:Fallback>
        </mc:AlternateConten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211914" wp14:editId="7CCBEC3A">
                <wp:simplePos x="0" y="0"/>
                <wp:positionH relativeFrom="column">
                  <wp:posOffset>3440923</wp:posOffset>
                </wp:positionH>
                <wp:positionV relativeFrom="paragraph">
                  <wp:posOffset>291465</wp:posOffset>
                </wp:positionV>
                <wp:extent cx="547352" cy="186744"/>
                <wp:effectExtent l="0" t="0" r="5715" b="3810"/>
                <wp:wrapNone/>
                <wp:docPr id="77" name="Zone de tex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58B" w:rsidRPr="0016770F" w:rsidRDefault="009B658B" w:rsidP="009B658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11914" id="Zone de texte 77" o:spid="_x0000_s1029" type="#_x0000_t202" style="position:absolute;margin-left:270.95pt;margin-top:22.95pt;width:43.1pt;height:14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" filled="f" stroked="f" strokeweight=".5pt">
                <v:textbox inset="0,0,0,0">
                  <w:txbxContent>
                    <w:p w:rsidR="009B658B" w:rsidRPr="0016770F" w:rsidRDefault="009B658B" w:rsidP="009B658B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3276B7" wp14:editId="490117E2">
                <wp:simplePos x="0" y="0"/>
                <wp:positionH relativeFrom="column">
                  <wp:posOffset>2005612</wp:posOffset>
                </wp:positionH>
                <wp:positionV relativeFrom="paragraph">
                  <wp:posOffset>247298</wp:posOffset>
                </wp:positionV>
                <wp:extent cx="547352" cy="186744"/>
                <wp:effectExtent l="0" t="0" r="5715" b="3810"/>
                <wp:wrapNone/>
                <wp:docPr id="78" name="Zone de text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58B" w:rsidRPr="0016770F" w:rsidRDefault="009B658B" w:rsidP="009B658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276B7" id="Zone de texte 78" o:spid="_x0000_s1030" type="#_x0000_t202" style="position:absolute;margin-left:157.9pt;margin-top:19.45pt;width:43.1pt;height:14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" filled="f" stroked="f" strokeweight=".5pt">
                <v:textbox inset="0,0,0,0">
                  <w:txbxContent>
                    <w:p w:rsidR="009B658B" w:rsidRPr="0016770F" w:rsidRDefault="009B658B" w:rsidP="009B658B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FE04EE" wp14:editId="310FF168">
                <wp:simplePos x="0" y="0"/>
                <wp:positionH relativeFrom="column">
                  <wp:posOffset>457200</wp:posOffset>
                </wp:positionH>
                <wp:positionV relativeFrom="paragraph">
                  <wp:posOffset>273120</wp:posOffset>
                </wp:positionV>
                <wp:extent cx="547352" cy="186744"/>
                <wp:effectExtent l="0" t="0" r="5715" b="3810"/>
                <wp:wrapNone/>
                <wp:docPr id="79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58B" w:rsidRPr="0016770F" w:rsidRDefault="009B658B" w:rsidP="009B658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E04EE" id="Zone de texte 79" o:spid="_x0000_s1031" type="#_x0000_t202" style="position:absolute;margin-left:36pt;margin-top:21.5pt;width:43.1pt;height:14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" filled="f" stroked="f" strokeweight=".5pt">
                <v:textbox inset="0,0,0,0">
                  <w:txbxContent>
                    <w:p w:rsidR="009B658B" w:rsidRPr="0016770F" w:rsidRDefault="009B658B" w:rsidP="009B658B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9B658B" w:rsidRDefault="009B658B" w:rsidP="009B658B">
      <w:pPr>
        <w:rPr>
          <w:rFonts w:ascii="Arial" w:hAnsi="Arial" w:cs="Arial"/>
          <w:sz w:val="28"/>
        </w:rPr>
      </w:pPr>
    </w:p>
    <w:p w:rsidR="009B658B" w:rsidRDefault="009B658B" w:rsidP="009B658B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34"/>
        <w:gridCol w:w="2431"/>
        <w:gridCol w:w="2432"/>
      </w:tblGrid>
      <w:tr w:rsidR="009B658B" w:rsidTr="003C2AC7">
        <w:trPr>
          <w:trHeight w:val="538"/>
        </w:trPr>
        <w:tc>
          <w:tcPr>
            <w:tcW w:w="2134" w:type="dxa"/>
            <w:shd w:val="clear" w:color="auto" w:fill="D9D9D9" w:themeFill="background1" w:themeFillShade="D9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  <w:bookmarkStart w:id="0" w:name="_GoBack" w:colFirst="3" w:colLast="3"/>
          </w:p>
        </w:tc>
        <w:tc>
          <w:tcPr>
            <w:tcW w:w="2431" w:type="dxa"/>
            <w:shd w:val="clear" w:color="auto" w:fill="D9D9D9" w:themeFill="background1" w:themeFillShade="D9"/>
          </w:tcPr>
          <w:p w:rsidR="009B658B" w:rsidRPr="009B658B" w:rsidRDefault="009B658B" w:rsidP="003C2AC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B658B">
              <w:rPr>
                <w:rFonts w:ascii="Arial" w:hAnsi="Arial" w:cs="Arial"/>
                <w:b/>
                <w:sz w:val="24"/>
              </w:rPr>
              <w:t>Nombre de côtés</w:t>
            </w:r>
          </w:p>
        </w:tc>
        <w:tc>
          <w:tcPr>
            <w:tcW w:w="2432" w:type="dxa"/>
            <w:shd w:val="clear" w:color="auto" w:fill="D9D9D9" w:themeFill="background1" w:themeFillShade="D9"/>
          </w:tcPr>
          <w:p w:rsidR="009B658B" w:rsidRPr="009B658B" w:rsidRDefault="009B658B" w:rsidP="003C2AC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B658B">
              <w:rPr>
                <w:rFonts w:ascii="Arial" w:hAnsi="Arial" w:cs="Arial"/>
                <w:b/>
                <w:sz w:val="24"/>
              </w:rPr>
              <w:t>Nombre de sommets</w:t>
            </w:r>
          </w:p>
        </w:tc>
      </w:tr>
      <w:tr w:rsidR="009B658B" w:rsidTr="003C2AC7">
        <w:trPr>
          <w:trHeight w:val="560"/>
        </w:trPr>
        <w:tc>
          <w:tcPr>
            <w:tcW w:w="2134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Figure 1</w:t>
            </w:r>
          </w:p>
        </w:tc>
        <w:tc>
          <w:tcPr>
            <w:tcW w:w="2431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32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</w:tr>
      <w:tr w:rsidR="009B658B" w:rsidTr="003C2AC7">
        <w:trPr>
          <w:trHeight w:val="560"/>
        </w:trPr>
        <w:tc>
          <w:tcPr>
            <w:tcW w:w="2134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Figure 2</w:t>
            </w:r>
          </w:p>
        </w:tc>
        <w:tc>
          <w:tcPr>
            <w:tcW w:w="2431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32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</w:tr>
      <w:tr w:rsidR="009B658B" w:rsidTr="003C2AC7">
        <w:trPr>
          <w:trHeight w:val="560"/>
        </w:trPr>
        <w:tc>
          <w:tcPr>
            <w:tcW w:w="2134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Figure 3</w:t>
            </w:r>
          </w:p>
        </w:tc>
        <w:tc>
          <w:tcPr>
            <w:tcW w:w="2431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32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</w:tr>
      <w:bookmarkEnd w:id="0"/>
    </w:tbl>
    <w:p w:rsidR="0016770F" w:rsidRDefault="0016770F" w:rsidP="009B658B">
      <w:pPr>
        <w:rPr>
          <w:rFonts w:ascii="Arial" w:hAnsi="Arial" w:cs="Arial"/>
          <w:sz w:val="28"/>
        </w:rPr>
      </w:pPr>
    </w:p>
    <w:sectPr w:rsidR="0016770F" w:rsidSect="002A2AF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AFE"/>
    <w:rsid w:val="0016770F"/>
    <w:rsid w:val="001D645B"/>
    <w:rsid w:val="002A2AFE"/>
    <w:rsid w:val="005175A3"/>
    <w:rsid w:val="005F7238"/>
    <w:rsid w:val="007E024D"/>
    <w:rsid w:val="009B658B"/>
    <w:rsid w:val="00C060EA"/>
    <w:rsid w:val="00C51975"/>
    <w:rsid w:val="00F7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EC1107-1DEC-4F8D-B0F3-0F034FC2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A2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5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cp:lastPrinted>2016-09-11T16:16:00Z</cp:lastPrinted>
  <dcterms:created xsi:type="dcterms:W3CDTF">2016-09-11T16:16:00Z</dcterms:created>
  <dcterms:modified xsi:type="dcterms:W3CDTF">2019-07-04T20:25:00Z</dcterms:modified>
</cp:coreProperties>
</file>